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Theme="minorEastAsia"/>
          <w:lang w:eastAsia="zh-CN"/>
        </w:rPr>
      </w:pPr>
      <w:r>
        <w:rPr>
          <w:sz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5772785</wp:posOffset>
            </wp:positionH>
            <wp:positionV relativeFrom="paragraph">
              <wp:posOffset>3204845</wp:posOffset>
            </wp:positionV>
            <wp:extent cx="2075815" cy="3008630"/>
            <wp:effectExtent l="0" t="0" r="0" b="0"/>
            <wp:wrapNone/>
            <wp:docPr id="11" name="图片 11" descr="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章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75815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481965</wp:posOffset>
                </wp:positionH>
                <wp:positionV relativeFrom="paragraph">
                  <wp:posOffset>1463675</wp:posOffset>
                </wp:positionV>
                <wp:extent cx="8001000" cy="352869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29690" y="2440305"/>
                          <a:ext cx="8001000" cy="3528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firstLine="1112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52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52"/>
                                <w:szCs w:val="52"/>
                                <w:lang w:eastAsia="zh-CN"/>
                              </w:rPr>
                              <w:t>兹聘请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52"/>
                                <w:szCs w:val="5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52"/>
                                <w:szCs w:val="52"/>
                                <w:u w:val="single"/>
                                <w:lang w:val="en-US" w:eastAsia="zh-CN"/>
                              </w:rPr>
                              <w:t xml:space="preserve">胡玲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52"/>
                                <w:szCs w:val="52"/>
                                <w:lang w:val="en-US" w:eastAsia="zh-CN"/>
                              </w:rPr>
                              <w:t>女士担任德胜科技研发部总经理，聘期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52"/>
                                <w:szCs w:val="5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52"/>
                                <w:szCs w:val="52"/>
                                <w:u w:val="single"/>
                                <w:lang w:val="en-US" w:eastAsia="zh-CN"/>
                              </w:rPr>
                              <w:t xml:space="preserve">3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52"/>
                                <w:szCs w:val="52"/>
                                <w:lang w:val="en-US" w:eastAsia="zh-CN"/>
                              </w:rPr>
                              <w:t>年，聘任期限自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52"/>
                                <w:szCs w:val="52"/>
                                <w:u w:val="single"/>
                                <w:lang w:val="en-US" w:eastAsia="zh-CN"/>
                              </w:rPr>
                              <w:t xml:space="preserve"> 2020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52"/>
                                <w:szCs w:val="52"/>
                                <w:lang w:val="en-US" w:eastAsia="zh-CN"/>
                              </w:rPr>
                              <w:t>年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52"/>
                                <w:szCs w:val="52"/>
                                <w:u w:val="single"/>
                                <w:lang w:val="en-US" w:eastAsia="zh-CN"/>
                              </w:rPr>
                              <w:t xml:space="preserve"> 10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52"/>
                                <w:szCs w:val="52"/>
                                <w:lang w:val="en-US" w:eastAsia="zh-CN"/>
                              </w:rPr>
                              <w:t>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52"/>
                                <w:szCs w:val="52"/>
                                <w:u w:val="single"/>
                                <w:lang w:val="en-US" w:eastAsia="zh-CN"/>
                              </w:rPr>
                              <w:t xml:space="preserve"> 10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52"/>
                                <w:szCs w:val="52"/>
                                <w:lang w:val="en-US" w:eastAsia="zh-CN"/>
                              </w:rPr>
                              <w:t>日至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52"/>
                                <w:szCs w:val="52"/>
                                <w:u w:val="single"/>
                                <w:lang w:val="en-US" w:eastAsia="zh-CN"/>
                              </w:rPr>
                              <w:t xml:space="preserve"> 2023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52"/>
                                <w:szCs w:val="52"/>
                                <w:lang w:val="en-US" w:eastAsia="zh-CN"/>
                              </w:rPr>
                              <w:t>年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52"/>
                                <w:szCs w:val="52"/>
                                <w:u w:val="single"/>
                                <w:lang w:val="en-US" w:eastAsia="zh-CN"/>
                              </w:rPr>
                              <w:t xml:space="preserve"> 10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52"/>
                                <w:szCs w:val="52"/>
                                <w:lang w:val="en-US" w:eastAsia="zh-CN"/>
                              </w:rPr>
                              <w:t>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52"/>
                                <w:szCs w:val="52"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52"/>
                                <w:szCs w:val="52"/>
                                <w:u w:val="single"/>
                                <w:lang w:val="en-US" w:eastAsia="zh-CN"/>
                              </w:rPr>
                              <w:t xml:space="preserve">10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52"/>
                                <w:szCs w:val="52"/>
                                <w:lang w:val="en-US" w:eastAsia="zh-CN"/>
                              </w:rPr>
                              <w:t>日。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firstLine="1112" w:firstLineChars="200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52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52"/>
                                <w:szCs w:val="52"/>
                                <w:lang w:val="en-US" w:eastAsia="zh-CN"/>
                              </w:rPr>
                              <w:t>特颁此证。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firstLine="1032" w:firstLineChars="200"/>
                              <w:jc w:val="right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48"/>
                                <w:szCs w:val="4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48"/>
                                <w:szCs w:val="48"/>
                                <w:lang w:val="en-US" w:eastAsia="zh-CN"/>
                              </w:rPr>
                              <w:t>德胜科技集团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firstLine="1032" w:firstLineChars="200"/>
                              <w:jc w:val="right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52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48"/>
                                <w:szCs w:val="48"/>
                                <w:lang w:val="en-US" w:eastAsia="zh-CN"/>
                              </w:rPr>
                              <w:t>2020年10月10日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firstLine="1112" w:firstLineChars="200"/>
                              <w:jc w:val="right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17"/>
                                <w:sz w:val="52"/>
                                <w:szCs w:val="5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95pt;margin-top:115.25pt;height:277.85pt;width:630pt;z-index:251660288;mso-width-relative:page;mso-height-relative:page;" filled="f" stroked="f" coordsize="21600,21600" o:gfxdata="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jTwgR9oAAAALAQAADwAAAAAAAAABACAAAAAi&#10;AAAAZHJzL2Rvd25yZXYueG1sUEsBAhQAFAAAAAgAh07iQNMD5WazAgAAWwUAAA4AAAAAAAAAAQAg&#10;AAAAKQEAAGRycy9lMm9Eb2MueG1sUEsFBgAAAAAGAAYAWQEAAE4G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firstLine="1112" w:firstLineChars="200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52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52"/>
                          <w:szCs w:val="52"/>
                          <w:lang w:eastAsia="zh-CN"/>
                        </w:rPr>
                        <w:t>兹聘请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52"/>
                          <w:szCs w:val="5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52"/>
                          <w:szCs w:val="52"/>
                          <w:u w:val="single"/>
                          <w:lang w:val="en-US" w:eastAsia="zh-CN"/>
                        </w:rPr>
                        <w:t xml:space="preserve">胡玲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52"/>
                          <w:szCs w:val="52"/>
                          <w:lang w:val="en-US" w:eastAsia="zh-CN"/>
                        </w:rPr>
                        <w:t>女士担任德胜科技研发部总经理，聘期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52"/>
                          <w:szCs w:val="5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52"/>
                          <w:szCs w:val="52"/>
                          <w:u w:val="single"/>
                          <w:lang w:val="en-US" w:eastAsia="zh-CN"/>
                        </w:rPr>
                        <w:t xml:space="preserve">3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52"/>
                          <w:szCs w:val="52"/>
                          <w:lang w:val="en-US" w:eastAsia="zh-CN"/>
                        </w:rPr>
                        <w:t>年，聘任期限自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52"/>
                          <w:szCs w:val="52"/>
                          <w:u w:val="single"/>
                          <w:lang w:val="en-US" w:eastAsia="zh-CN"/>
                        </w:rPr>
                        <w:t xml:space="preserve"> 2020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52"/>
                          <w:szCs w:val="52"/>
                          <w:lang w:val="en-US" w:eastAsia="zh-CN"/>
                        </w:rPr>
                        <w:t>年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52"/>
                          <w:szCs w:val="52"/>
                          <w:u w:val="single"/>
                          <w:lang w:val="en-US" w:eastAsia="zh-CN"/>
                        </w:rPr>
                        <w:t xml:space="preserve"> 10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52"/>
                          <w:szCs w:val="52"/>
                          <w:lang w:val="en-US" w:eastAsia="zh-CN"/>
                        </w:rPr>
                        <w:t>月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52"/>
                          <w:szCs w:val="52"/>
                          <w:u w:val="single"/>
                          <w:lang w:val="en-US" w:eastAsia="zh-CN"/>
                        </w:rPr>
                        <w:t xml:space="preserve"> 10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52"/>
                          <w:szCs w:val="52"/>
                          <w:lang w:val="en-US" w:eastAsia="zh-CN"/>
                        </w:rPr>
                        <w:t>日至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52"/>
                          <w:szCs w:val="52"/>
                          <w:u w:val="single"/>
                          <w:lang w:val="en-US" w:eastAsia="zh-CN"/>
                        </w:rPr>
                        <w:t xml:space="preserve"> 2023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52"/>
                          <w:szCs w:val="52"/>
                          <w:lang w:val="en-US" w:eastAsia="zh-CN"/>
                        </w:rPr>
                        <w:t>年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52"/>
                          <w:szCs w:val="52"/>
                          <w:u w:val="single"/>
                          <w:lang w:val="en-US" w:eastAsia="zh-CN"/>
                        </w:rPr>
                        <w:t xml:space="preserve"> 10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52"/>
                          <w:szCs w:val="52"/>
                          <w:lang w:val="en-US" w:eastAsia="zh-CN"/>
                        </w:rPr>
                        <w:t>月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52"/>
                          <w:szCs w:val="52"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52"/>
                          <w:szCs w:val="52"/>
                          <w:u w:val="single"/>
                          <w:lang w:val="en-US" w:eastAsia="zh-CN"/>
                        </w:rPr>
                        <w:t xml:space="preserve">10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52"/>
                          <w:szCs w:val="52"/>
                          <w:lang w:val="en-US" w:eastAsia="zh-CN"/>
                        </w:rPr>
                        <w:t>日。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firstLine="1112" w:firstLineChars="200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52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52"/>
                          <w:szCs w:val="52"/>
                          <w:lang w:val="en-US" w:eastAsia="zh-CN"/>
                        </w:rPr>
                        <w:t>特颁此证。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firstLine="1032" w:firstLineChars="200"/>
                        <w:jc w:val="right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48"/>
                          <w:szCs w:val="4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48"/>
                          <w:szCs w:val="48"/>
                          <w:lang w:val="en-US" w:eastAsia="zh-CN"/>
                        </w:rPr>
                        <w:t>德胜科技集团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firstLine="1032" w:firstLineChars="200"/>
                        <w:jc w:val="right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52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48"/>
                          <w:szCs w:val="48"/>
                          <w:lang w:val="en-US" w:eastAsia="zh-CN"/>
                        </w:rPr>
                        <w:t>2020年10月10日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firstLine="1112" w:firstLineChars="200"/>
                        <w:jc w:val="right"/>
                        <w:textAlignment w:val="auto"/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17"/>
                          <w:sz w:val="52"/>
                          <w:szCs w:val="5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3222625</wp:posOffset>
                </wp:positionH>
                <wp:positionV relativeFrom="paragraph">
                  <wp:posOffset>-365125</wp:posOffset>
                </wp:positionV>
                <wp:extent cx="1828800" cy="182880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隶书" w:hAnsi="隶书" w:eastAsia="隶书" w:cs="隶书"/>
                                <w:b/>
                                <w:bCs/>
                                <w:color w:val="D19F48"/>
                                <w:spacing w:val="57"/>
                                <w:sz w:val="180"/>
                                <w:szCs w:val="18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隶书" w:hAnsi="隶书" w:eastAsia="隶书" w:cs="隶书"/>
                                <w:b/>
                                <w:bCs/>
                                <w:color w:val="D19F48"/>
                                <w:spacing w:val="57"/>
                                <w:sz w:val="180"/>
                                <w:szCs w:val="180"/>
                                <w:lang w:val="en-US" w:eastAsia="zh-CN"/>
                              </w:rPr>
                              <w:t>聘书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3.75pt;margin-top:-28.75pt;height:144pt;width:144pt;mso-wrap-style:none;z-index:251659264;mso-width-relative:page;mso-height-relative:page;" filled="f" stroked="f" coordsize="21600,21600" o:gfxdata="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HBVTO7YAAAACwEAAA8AAAAAAAAAAQAgAAAAIgAAAGRy&#10;cy9kb3ducmV2LnhtbFBLAQIUABQAAAAIAIdO4kD1cNjssAIAAE4FAAAOAAAAAAAAAAEAIAAAACcB&#10;AABkcnMvZTJvRG9jLnhtbFBLBQYAAAAABgAGAFkBAABJBg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 w:ascii="隶书" w:hAnsi="隶书" w:eastAsia="隶书" w:cs="隶书"/>
                          <w:b/>
                          <w:bCs/>
                          <w:color w:val="D19F48"/>
                          <w:spacing w:val="57"/>
                          <w:sz w:val="180"/>
                          <w:szCs w:val="180"/>
                          <w:lang w:val="en-US" w:eastAsia="zh-CN"/>
                        </w:rPr>
                      </w:pPr>
                      <w:r>
                        <w:rPr>
                          <w:rFonts w:hint="eastAsia" w:ascii="隶书" w:hAnsi="隶书" w:eastAsia="隶书" w:cs="隶书"/>
                          <w:b/>
                          <w:bCs/>
                          <w:color w:val="D19F48"/>
                          <w:spacing w:val="57"/>
                          <w:sz w:val="180"/>
                          <w:szCs w:val="180"/>
                          <w:lang w:val="en-US" w:eastAsia="zh-CN"/>
                        </w:rPr>
                        <w:t>聘书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-904875</wp:posOffset>
            </wp:positionH>
            <wp:positionV relativeFrom="paragraph">
              <wp:posOffset>-1126490</wp:posOffset>
            </wp:positionV>
            <wp:extent cx="10721340" cy="7581900"/>
            <wp:effectExtent l="0" t="0" r="3810" b="0"/>
            <wp:wrapNone/>
            <wp:docPr id="1" name="图片 1" descr="聘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聘书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721340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思源黑体">
    <w:panose1 w:val="020B0500000000090000"/>
    <w:charset w:val="86"/>
    <w:family w:val="auto"/>
    <w:pitch w:val="default"/>
    <w:sig w:usb0="20000003" w:usb1="2ADF3C10" w:usb2="00000016" w:usb3="00000000" w:csb0="60060107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思源宋体 Heavy">
    <w:panose1 w:val="02020900000000000000"/>
    <w:charset w:val="86"/>
    <w:family w:val="auto"/>
    <w:pitch w:val="default"/>
    <w:sig w:usb0="30000083" w:usb1="2BDF3C10" w:usb2="00000016" w:usb3="00000000" w:csb0="602E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 w:val="1"/>
  <w:bordersDoNotSurroundFooter w:val="1"/>
  <w:attachedTemplate r:id="rId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1D1FF4"/>
    <w:rsid w:val="3CF5C782"/>
    <w:rsid w:val="4D1D1FF4"/>
    <w:rsid w:val="5D165C0C"/>
    <w:rsid w:val="7A781E0D"/>
    <w:rsid w:val="7FBBF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SF-L\AppData\Roaming\kingsoft\office6\templates\download\59e1b2ac-5168-462d-a099-205ff4996d0d\&#27605;&#19994;&#35777;&#2007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毕业证书.docx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2021-06-11T00:52:00Z</dcterms:created>
  <dc:creator>松子</dc:creator>
  <cp:lastModifiedBy>松子</cp:lastModifiedBy>
  <dcterms:modified xsi:type="dcterms:W3CDTF">2021-06-11T03:09:04Z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TemplateUUID">
    <vt:lpwstr>v1.0_mb_YpKcqkz0v9gwhxM7bTjrkA==</vt:lpwstr>
  </property>
</Properties>
</file>